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BE549D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BE549D" w:rsidRPr="00794D11" w:rsidRDefault="00BE549D" w:rsidP="002E53E5">
            <w:pPr>
              <w:tabs>
                <w:tab w:val="right" w:pos="2019"/>
              </w:tabs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  <w:r w:rsidRPr="00794D11">
              <w:rPr>
                <w:rFonts w:ascii="Arial" w:hAnsi="Arial" w:cs="Arial"/>
                <w:sz w:val="22"/>
              </w:rPr>
              <w:tab/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</w:rPr>
              <w:t>Suggested Order: 11 of 11</w:t>
            </w:r>
          </w:p>
        </w:tc>
      </w:tr>
      <w:tr w:rsidR="00BE549D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Summary: STOP – THINK – DO (possible assessment opportunity) </w:t>
            </w:r>
          </w:p>
        </w:tc>
      </w:tr>
      <w:tr w:rsidR="00BE549D" w:rsidRPr="00794D11" w:rsidTr="002E53E5">
        <w:tc>
          <w:tcPr>
            <w:tcW w:w="2235" w:type="dxa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consolidate our understanding of the STOP-THINK-DO strategy</w:t>
            </w:r>
          </w:p>
        </w:tc>
      </w:tr>
      <w:tr w:rsidR="00BE549D" w:rsidRPr="00794D11" w:rsidTr="002E53E5">
        <w:trPr>
          <w:trHeight w:val="284"/>
        </w:trPr>
        <w:tc>
          <w:tcPr>
            <w:tcW w:w="2235" w:type="dxa"/>
            <w:shd w:val="clear" w:color="auto" w:fill="D9D9D9" w:themeFill="background1" w:themeFillShade="D9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BE549D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Lesson One page summary PowerPoint</w:t>
            </w:r>
          </w:p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AFL assessment sheet</w:t>
            </w:r>
          </w:p>
        </w:tc>
      </w:tr>
    </w:tbl>
    <w:p w:rsidR="00BE549D" w:rsidRPr="00794D11" w:rsidRDefault="00BE549D" w:rsidP="00BE549D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BE549D" w:rsidRPr="00794D11" w:rsidTr="002E53E5">
        <w:tc>
          <w:tcPr>
            <w:tcW w:w="1242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BE549D" w:rsidRPr="00794D11" w:rsidRDefault="00BE549D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BE549D" w:rsidRPr="00794D11" w:rsidRDefault="00BE549D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BE549D" w:rsidRPr="00794D11" w:rsidRDefault="00BE549D" w:rsidP="002E53E5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BE549D" w:rsidRPr="00794D11" w:rsidTr="002E53E5">
        <w:tc>
          <w:tcPr>
            <w:tcW w:w="1242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5 Mins </w:t>
            </w:r>
          </w:p>
        </w:tc>
        <w:tc>
          <w:tcPr>
            <w:tcW w:w="6237" w:type="dxa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Go over the Success Criteria for the task</w:t>
            </w:r>
          </w:p>
        </w:tc>
        <w:tc>
          <w:tcPr>
            <w:tcW w:w="4536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clear about outcomes</w:t>
            </w:r>
          </w:p>
        </w:tc>
        <w:tc>
          <w:tcPr>
            <w:tcW w:w="2835" w:type="dxa"/>
            <w:vMerge w:val="restart"/>
          </w:tcPr>
          <w:p w:rsidR="00BE549D" w:rsidRPr="00794D11" w:rsidRDefault="00BE549D" w:rsidP="002E53E5">
            <w:pPr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These look great if they can be produced by the students on computer.  It can also be a nice verbal presentation task.  </w:t>
            </w:r>
          </w:p>
        </w:tc>
      </w:tr>
      <w:tr w:rsidR="00BE549D" w:rsidRPr="00794D11" w:rsidTr="002E53E5">
        <w:tc>
          <w:tcPr>
            <w:tcW w:w="1242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 Mins</w:t>
            </w:r>
          </w:p>
        </w:tc>
        <w:tc>
          <w:tcPr>
            <w:tcW w:w="6237" w:type="dxa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produce their own summary of the STOP-THINK-DO strategy</w:t>
            </w:r>
          </w:p>
        </w:tc>
        <w:tc>
          <w:tcPr>
            <w:tcW w:w="4536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Embedding and bringing together learning. </w:t>
            </w:r>
          </w:p>
        </w:tc>
        <w:tc>
          <w:tcPr>
            <w:tcW w:w="2835" w:type="dxa"/>
            <w:vMerge/>
          </w:tcPr>
          <w:p w:rsidR="00BE549D" w:rsidRPr="00794D11" w:rsidRDefault="00BE549D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BE549D" w:rsidRPr="00794D11" w:rsidTr="002E53E5">
        <w:tc>
          <w:tcPr>
            <w:tcW w:w="1242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</w:tcPr>
          <w:p w:rsidR="00BE549D" w:rsidRPr="002E0694" w:rsidRDefault="00BE549D" w:rsidP="002E53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AfL assessment sheet to assess their own work.  </w:t>
            </w:r>
          </w:p>
        </w:tc>
        <w:tc>
          <w:tcPr>
            <w:tcW w:w="4536" w:type="dxa"/>
            <w:vAlign w:val="center"/>
          </w:tcPr>
          <w:p w:rsidR="00BE549D" w:rsidRPr="00794D11" w:rsidRDefault="00BE549D" w:rsidP="002E53E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vMerge/>
            <w:vAlign w:val="center"/>
          </w:tcPr>
          <w:p w:rsidR="00BE549D" w:rsidRPr="008F3F0E" w:rsidRDefault="00BE549D" w:rsidP="002E53E5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BE549D" w:rsidRPr="00794D11" w:rsidRDefault="00BE549D" w:rsidP="00BE549D">
      <w:pPr>
        <w:rPr>
          <w:rFonts w:ascii="Arial" w:hAnsi="Arial" w:cs="Arial"/>
          <w:sz w:val="22"/>
        </w:rPr>
      </w:pPr>
    </w:p>
    <w:p w:rsidR="00BE549D" w:rsidRPr="00794D11" w:rsidRDefault="00BE549D" w:rsidP="00BE549D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BE549D" w:rsidRDefault="00BE549D" w:rsidP="00BE54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 pro-forma can be given to weaker students but it is nice for them to be able to present in a way that is personal to them.  </w:t>
      </w:r>
    </w:p>
    <w:p w:rsidR="00666E42" w:rsidRDefault="00666E42"/>
    <w:sectPr w:rsidR="00666E42" w:rsidSect="00BE549D">
      <w:foot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49D" w:rsidRDefault="00BE549D" w:rsidP="00BE549D">
      <w:pPr>
        <w:spacing w:after="0" w:line="240" w:lineRule="auto"/>
      </w:pPr>
      <w:r>
        <w:separator/>
      </w:r>
    </w:p>
  </w:endnote>
  <w:endnote w:type="continuationSeparator" w:id="0">
    <w:p w:rsidR="00BE549D" w:rsidRDefault="00BE549D" w:rsidP="00BE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FF1" w:rsidRDefault="000B3FF1" w:rsidP="000B3FF1">
    <w:pPr>
      <w:pStyle w:val="Footer"/>
      <w:rPr>
        <w:sz w:val="28"/>
      </w:rPr>
    </w:pPr>
    <w:r>
      <w:rPr>
        <w:sz w:val="28"/>
      </w:rPr>
      <w:br/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49D" w:rsidRDefault="00BE549D" w:rsidP="00BE549D">
      <w:pPr>
        <w:spacing w:after="0" w:line="240" w:lineRule="auto"/>
      </w:pPr>
      <w:r>
        <w:separator/>
      </w:r>
    </w:p>
  </w:footnote>
  <w:footnote w:type="continuationSeparator" w:id="0">
    <w:p w:rsidR="00BE549D" w:rsidRDefault="00BE549D" w:rsidP="00BE5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49D"/>
    <w:rsid w:val="000B3FF1"/>
    <w:rsid w:val="000E426E"/>
    <w:rsid w:val="00666E42"/>
    <w:rsid w:val="00B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9D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49D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49D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BE5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49D"/>
    <w:rPr>
      <w:rFonts w:ascii="Comic Sans MS" w:hAnsi="Comic Sans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9D"/>
    <w:rPr>
      <w:rFonts w:ascii="Comic Sans MS" w:hAnsi="Comic Sans M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49D"/>
    <w:pPr>
      <w:spacing w:after="0" w:line="240" w:lineRule="auto"/>
    </w:pPr>
    <w:rPr>
      <w:rFonts w:ascii="Comic Sans MS" w:hAnsi="Comic Sans MS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49D"/>
    <w:rPr>
      <w:rFonts w:ascii="Comic Sans MS" w:hAnsi="Comic Sans MS"/>
      <w:sz w:val="24"/>
    </w:rPr>
  </w:style>
  <w:style w:type="paragraph" w:styleId="Footer">
    <w:name w:val="footer"/>
    <w:basedOn w:val="Normal"/>
    <w:link w:val="FooterChar"/>
    <w:uiPriority w:val="99"/>
    <w:unhideWhenUsed/>
    <w:rsid w:val="00BE5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49D"/>
    <w:rPr>
      <w:rFonts w:ascii="Comic Sans MS" w:hAnsi="Comic Sans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D2718914</Template>
  <TotalTime>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J. Dimes</dc:creator>
  <cp:lastModifiedBy>Ms J. Dimes</cp:lastModifiedBy>
  <cp:revision>2</cp:revision>
  <dcterms:created xsi:type="dcterms:W3CDTF">2018-01-12T14:28:00Z</dcterms:created>
  <dcterms:modified xsi:type="dcterms:W3CDTF">2018-01-25T11:22:00Z</dcterms:modified>
</cp:coreProperties>
</file>